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1A0" w:rsidRPr="00DD1182" w:rsidRDefault="00DD1182" w:rsidP="00DD1182">
      <w:pPr>
        <w:ind w:left="4395" w:firstLine="708"/>
        <w:rPr>
          <w:rFonts w:ascii="Tahoma" w:hAnsi="Tahoma" w:cs="Tahoma"/>
          <w:sz w:val="20"/>
          <w:szCs w:val="20"/>
        </w:rPr>
      </w:pPr>
      <w:r w:rsidRPr="00DD1182">
        <w:rPr>
          <w:rFonts w:ascii="Tahoma" w:hAnsi="Tahoma" w:cs="Tahoma"/>
          <w:sz w:val="20"/>
          <w:szCs w:val="20"/>
        </w:rPr>
        <w:t>Warszawa, dnia  r</w:t>
      </w:r>
      <w:r w:rsidR="007B67A2">
        <w:rPr>
          <w:rFonts w:ascii="Tahoma" w:hAnsi="Tahoma" w:cs="Tahoma"/>
          <w:sz w:val="20"/>
          <w:szCs w:val="20"/>
        </w:rPr>
        <w:t>.</w:t>
      </w:r>
    </w:p>
    <w:p w:rsidR="007B67A2" w:rsidRDefault="007B67A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7B67A2" w:rsidRDefault="007B67A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7B67A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B67A2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DRU.WWP.7212.13.5.2021(1)  </w:t>
      </w:r>
    </w:p>
    <w:p w:rsidR="000A71A0" w:rsidRPr="0033475C" w:rsidRDefault="00930DE1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7B67A2" w:rsidRDefault="007B67A2" w:rsidP="00DD1182">
      <w:pPr>
        <w:ind w:left="5103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B67A2" w:rsidRDefault="007B67A2" w:rsidP="00DD1182">
      <w:pPr>
        <w:ind w:left="5103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DD1182" w:rsidRPr="00B7274F" w:rsidRDefault="00DD1182" w:rsidP="00DD1182">
      <w:pPr>
        <w:ind w:left="5103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0" w:name="_GoBack"/>
      <w:bookmarkEnd w:id="0"/>
      <w:r w:rsidRPr="00B7274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Pan </w:t>
      </w:r>
    </w:p>
    <w:p w:rsidR="00DD1182" w:rsidRPr="00B7274F" w:rsidRDefault="00DD1182" w:rsidP="00DD1182">
      <w:pPr>
        <w:ind w:left="5103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7274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Jacek Paziewski </w:t>
      </w:r>
    </w:p>
    <w:p w:rsidR="00DD1182" w:rsidRDefault="00DD1182" w:rsidP="00DD1182">
      <w:pPr>
        <w:pStyle w:val="paragraph"/>
        <w:spacing w:before="0" w:beforeAutospacing="0" w:after="0" w:afterAutospacing="0"/>
        <w:ind w:left="5103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B7274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Sekretarz Komitetu Rady Ministrów </w:t>
      </w:r>
      <w:r>
        <w:rPr>
          <w:rStyle w:val="normaltextrun"/>
          <w:rFonts w:ascii="Calibri" w:hAnsi="Calibri" w:cs="Calibri"/>
          <w:b/>
          <w:sz w:val="22"/>
          <w:szCs w:val="22"/>
        </w:rPr>
        <w:t>ds. Cyfryzacji</w:t>
      </w:r>
    </w:p>
    <w:p w:rsidR="00DD1182" w:rsidRDefault="00DD1182" w:rsidP="00DD1182">
      <w:pPr>
        <w:pStyle w:val="paragraph"/>
        <w:ind w:firstLine="6"/>
        <w:textAlignment w:val="baseline"/>
        <w:rPr>
          <w:rStyle w:val="normaltextrun"/>
          <w:rFonts w:ascii="Calibri" w:hAnsi="Calibri" w:cs="Calibri"/>
          <w:i/>
          <w:sz w:val="22"/>
          <w:szCs w:val="22"/>
        </w:rPr>
      </w:pPr>
    </w:p>
    <w:p w:rsidR="00DD1182" w:rsidRDefault="00DD1182" w:rsidP="00DD1182">
      <w:pPr>
        <w:pStyle w:val="paragraph"/>
        <w:textAlignment w:val="baseline"/>
        <w:rPr>
          <w:rStyle w:val="normaltextrun"/>
          <w:rFonts w:ascii="Calibri" w:hAnsi="Calibri" w:cs="Calibri"/>
          <w:i/>
          <w:sz w:val="22"/>
          <w:szCs w:val="22"/>
        </w:rPr>
      </w:pPr>
      <w:r>
        <w:rPr>
          <w:rStyle w:val="normaltextrun"/>
          <w:rFonts w:ascii="Calibri" w:hAnsi="Calibri" w:cs="Calibri"/>
          <w:i/>
          <w:sz w:val="22"/>
          <w:szCs w:val="22"/>
        </w:rPr>
        <w:t>Szanowny Panie Sekretarzu,</w:t>
      </w:r>
    </w:p>
    <w:p w:rsidR="00DD1182" w:rsidRPr="00B7274F" w:rsidRDefault="00DD1182" w:rsidP="00DD1182">
      <w:pPr>
        <w:pStyle w:val="paragraph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w załączeniu przekazuję raport z postępu rzeczowo-finansowego projektu informatycznego pn. </w:t>
      </w:r>
      <w:r w:rsidRPr="002E1B89">
        <w:rPr>
          <w:rStyle w:val="normaltextrun"/>
          <w:rFonts w:ascii="Calibri" w:hAnsi="Calibri" w:cs="Calibri"/>
          <w:i/>
          <w:sz w:val="22"/>
          <w:szCs w:val="22"/>
        </w:rPr>
        <w:t>Cyfrowa Piaskownica Administracji</w:t>
      </w:r>
      <w:r>
        <w:rPr>
          <w:rStyle w:val="normaltextrun"/>
          <w:rFonts w:ascii="Calibri" w:hAnsi="Calibri" w:cs="Calibri"/>
          <w:sz w:val="22"/>
          <w:szCs w:val="22"/>
        </w:rPr>
        <w:t xml:space="preserve"> za I kwartał 2021 r.  </w:t>
      </w:r>
    </w:p>
    <w:p w:rsidR="00DD1182" w:rsidRDefault="00DD1182" w:rsidP="00DD1182">
      <w:pPr>
        <w:rPr>
          <w:rFonts w:ascii="Tahoma" w:hAnsi="Tahoma" w:cs="Tahoma"/>
          <w:sz w:val="20"/>
          <w:szCs w:val="20"/>
        </w:rPr>
      </w:pPr>
    </w:p>
    <w:p w:rsidR="00DD1182" w:rsidRDefault="00AF2346" w:rsidP="00AF2346">
      <w:pPr>
        <w:tabs>
          <w:tab w:val="left" w:pos="5103"/>
        </w:tabs>
        <w:ind w:left="4248" w:firstLine="708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ab/>
      </w:r>
      <w:r w:rsidR="00DD1182">
        <w:rPr>
          <w:rFonts w:asciiTheme="minorHAnsi" w:hAnsiTheme="minorHAnsi" w:cstheme="minorHAnsi"/>
          <w:iCs/>
        </w:rPr>
        <w:t>z poważaniem</w:t>
      </w:r>
    </w:p>
    <w:p w:rsidR="00DD1182" w:rsidRPr="00A363B8" w:rsidRDefault="00DD1182" w:rsidP="00DD1182">
      <w:pPr>
        <w:ind w:left="-1134" w:right="1133"/>
        <w:rPr>
          <w:rFonts w:ascii="Tahoma" w:hAnsi="Tahoma" w:cs="Tahoma"/>
          <w:sz w:val="20"/>
          <w:szCs w:val="20"/>
        </w:rPr>
      </w:pPr>
    </w:p>
    <w:p w:rsidR="00DD1182" w:rsidRPr="00DD1182" w:rsidRDefault="00DD1182" w:rsidP="00AF2346">
      <w:pPr>
        <w:ind w:left="3119"/>
        <w:jc w:val="center"/>
        <w:rPr>
          <w:rFonts w:ascii="Tahoma" w:hAnsi="Tahoma" w:cs="Tahoma"/>
          <w:b/>
          <w:sz w:val="20"/>
          <w:szCs w:val="20"/>
        </w:rPr>
      </w:pPr>
      <w:r w:rsidRPr="00DD1182">
        <w:rPr>
          <w:rFonts w:ascii="Tahoma" w:hAnsi="Tahoma" w:cs="Tahoma"/>
          <w:b/>
          <w:sz w:val="20"/>
          <w:szCs w:val="20"/>
        </w:rPr>
        <w:t>z up. Marek Zagórski</w:t>
      </w:r>
    </w:p>
    <w:p w:rsidR="00DD1182" w:rsidRPr="00DD1182" w:rsidRDefault="00DD1182" w:rsidP="00AF2346">
      <w:pPr>
        <w:ind w:left="3119"/>
        <w:jc w:val="center"/>
        <w:rPr>
          <w:rFonts w:ascii="Tahoma" w:hAnsi="Tahoma" w:cs="Tahoma"/>
          <w:b/>
          <w:sz w:val="20"/>
          <w:szCs w:val="20"/>
        </w:rPr>
      </w:pPr>
      <w:r w:rsidRPr="00DD1182">
        <w:rPr>
          <w:rFonts w:ascii="Tahoma" w:hAnsi="Tahoma" w:cs="Tahoma"/>
          <w:b/>
          <w:sz w:val="20"/>
          <w:szCs w:val="20"/>
        </w:rPr>
        <w:t>Sekretarz Stanu</w:t>
      </w:r>
    </w:p>
    <w:p w:rsidR="00DD1182" w:rsidRDefault="00AF2346" w:rsidP="00AF2346">
      <w:pPr>
        <w:ind w:left="3119" w:hanging="708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</w:t>
      </w:r>
      <w:r w:rsidR="00DD1182" w:rsidRPr="00DD1182">
        <w:rPr>
          <w:rFonts w:ascii="Tahoma" w:hAnsi="Tahoma" w:cs="Tahoma"/>
          <w:b/>
          <w:sz w:val="20"/>
          <w:szCs w:val="20"/>
        </w:rPr>
        <w:t>w Kancelarii Prezesa Rady Ministrów</w:t>
      </w:r>
    </w:p>
    <w:p w:rsidR="00DD1182" w:rsidRPr="00A363B8" w:rsidRDefault="00DD1182" w:rsidP="00DD1182">
      <w:pPr>
        <w:ind w:left="-1134" w:right="1133" w:hanging="1128"/>
        <w:rPr>
          <w:rFonts w:ascii="Tahoma" w:hAnsi="Tahoma" w:cs="Tahoma"/>
          <w:sz w:val="20"/>
          <w:szCs w:val="20"/>
        </w:rPr>
      </w:pPr>
    </w:p>
    <w:p w:rsidR="00DD1182" w:rsidRPr="00A363B8" w:rsidRDefault="00DD1182" w:rsidP="00DD1182">
      <w:pPr>
        <w:ind w:left="-1134" w:right="1133"/>
        <w:rPr>
          <w:rFonts w:ascii="Tahoma" w:hAnsi="Tahoma" w:cs="Tahoma"/>
          <w:sz w:val="20"/>
          <w:szCs w:val="20"/>
        </w:rPr>
      </w:pPr>
    </w:p>
    <w:p w:rsidR="00DD1182" w:rsidRDefault="00DD1182" w:rsidP="00DD1182">
      <w:pPr>
        <w:pStyle w:val="paragrap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:rsidR="00DD1182" w:rsidRDefault="00DD1182" w:rsidP="00DD1182">
      <w:pPr>
        <w:pStyle w:val="paragrap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>Raport z postępu rzeczowo-finansowego</w:t>
      </w:r>
      <w:r>
        <w:rPr>
          <w:rStyle w:val="normaltextrun"/>
          <w:rFonts w:ascii="Calibri" w:hAnsi="Calibri" w:cs="Calibri"/>
          <w:sz w:val="18"/>
          <w:szCs w:val="18"/>
        </w:rPr>
        <w:t xml:space="preserve"> projektu informatycznego za I kwartał 2021</w:t>
      </w: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 roku dla projektu pn. Cyfrowa Piaskownica Administracji</w:t>
      </w:r>
      <w:r>
        <w:rPr>
          <w:rStyle w:val="normaltextrun"/>
          <w:rFonts w:ascii="Calibri" w:hAnsi="Calibri" w:cs="Calibri"/>
          <w:sz w:val="18"/>
          <w:szCs w:val="18"/>
        </w:rPr>
        <w:t>;</w:t>
      </w:r>
    </w:p>
    <w:p w:rsidR="000A71A0" w:rsidRPr="0033475C" w:rsidRDefault="00930DE1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0A71A0" w:rsidRPr="0033475C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DE1" w:rsidRDefault="00930DE1">
      <w:r>
        <w:separator/>
      </w:r>
    </w:p>
  </w:endnote>
  <w:endnote w:type="continuationSeparator" w:id="0">
    <w:p w:rsidR="00930DE1" w:rsidRDefault="0093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B0695A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DD1182">
    <w:pPr>
      <w:pStyle w:val="Stopka"/>
    </w:pPr>
    <w:r>
      <w:rPr>
        <w:noProof/>
      </w:rPr>
      <w:drawing>
        <wp:inline distT="0" distB="0" distL="0" distR="0" wp14:anchorId="7276D2F6">
          <wp:extent cx="5389245" cy="963295"/>
          <wp:effectExtent l="0" t="0" r="190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DE1" w:rsidRDefault="00930DE1">
      <w:r>
        <w:separator/>
      </w:r>
    </w:p>
  </w:footnote>
  <w:footnote w:type="continuationSeparator" w:id="0">
    <w:p w:rsidR="00930DE1" w:rsidRDefault="00930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930DE1" w:rsidP="007018D3">
    <w:pPr>
      <w:pStyle w:val="Nagwek"/>
      <w:jc w:val="right"/>
    </w:pPr>
  </w:p>
  <w:p w:rsidR="007018D3" w:rsidRDefault="00930DE1" w:rsidP="007018D3">
    <w:pPr>
      <w:pStyle w:val="Nagwek"/>
      <w:jc w:val="right"/>
    </w:pPr>
  </w:p>
  <w:p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930DE1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340A69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B0695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534A7"/>
    <w:rsid w:val="00340A69"/>
    <w:rsid w:val="00700426"/>
    <w:rsid w:val="007B67A2"/>
    <w:rsid w:val="00930DE1"/>
    <w:rsid w:val="00A240AE"/>
    <w:rsid w:val="00AF2346"/>
    <w:rsid w:val="00B0695A"/>
    <w:rsid w:val="00D42614"/>
    <w:rsid w:val="00DD1182"/>
    <w:rsid w:val="00E4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5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Karczewska Beata</cp:lastModifiedBy>
  <cp:revision>5</cp:revision>
  <dcterms:created xsi:type="dcterms:W3CDTF">2021-01-15T08:22:00Z</dcterms:created>
  <dcterms:modified xsi:type="dcterms:W3CDTF">2021-04-23T11:51:00Z</dcterms:modified>
</cp:coreProperties>
</file>